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51496434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95B9D">
        <w:rPr>
          <w:rFonts w:ascii="Corbel" w:hAnsi="Corbel"/>
          <w:i/>
          <w:smallCaps/>
          <w:sz w:val="24"/>
          <w:szCs w:val="24"/>
        </w:rPr>
        <w:t>2022-2025</w:t>
      </w:r>
    </w:p>
    <w:p w14:paraId="137E922A" w14:textId="0FC51246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595B9D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</w:t>
      </w:r>
      <w:r w:rsidR="00595B9D">
        <w:rPr>
          <w:rFonts w:ascii="Corbel" w:hAnsi="Corbel"/>
          <w:sz w:val="20"/>
          <w:szCs w:val="20"/>
        </w:rPr>
        <w:t>24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75BC11C" w:rsidR="00E03342" w:rsidRPr="00F83A3C" w:rsidRDefault="00F83A3C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3A3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59F6B662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59F6B662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5F9E9535" w:rsidR="00015B8F" w:rsidRPr="009C54AE" w:rsidRDefault="009204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6CD145D6" w:rsidR="00015B8F" w:rsidRPr="009C54AE" w:rsidRDefault="59F6B662" w:rsidP="59F6B662">
            <w:pPr>
              <w:pStyle w:val="centralniewrubryce"/>
              <w:spacing w:before="0" w:after="0"/>
            </w:pPr>
            <w:r w:rsidRPr="59F6B662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77777777" w:rsidR="00FB05DB" w:rsidRPr="007A7626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A7626">
        <w:rPr>
          <w:rStyle w:val="normaltextrun"/>
          <w:rFonts w:ascii="Wingdings" w:eastAsia="Wingdings" w:hAnsi="Wingdings" w:cs="Wingdings"/>
        </w:rPr>
        <w:t>þ</w:t>
      </w:r>
      <w:r w:rsidRPr="007A7626">
        <w:rPr>
          <w:rStyle w:val="normaltextrun"/>
          <w:rFonts w:ascii="Corbel" w:hAnsi="Corbel" w:cs="Segoe UI"/>
        </w:rPr>
        <w:t> </w:t>
      </w:r>
      <w:r w:rsidRPr="007A7626">
        <w:rPr>
          <w:rFonts w:ascii="Corbel" w:hAnsi="Corbel"/>
        </w:rPr>
        <w:t>zajęcia w formie tradycyjnej (lub zdalnie z wykorzystaniem platformy Ms </w:t>
      </w:r>
      <w:proofErr w:type="spellStart"/>
      <w:r w:rsidRPr="007A7626">
        <w:rPr>
          <w:rStyle w:val="spellingerror"/>
          <w:rFonts w:ascii="Corbel" w:hAnsi="Corbel" w:cs="Segoe UI"/>
        </w:rPr>
        <w:t>Teams</w:t>
      </w:r>
      <w:proofErr w:type="spellEnd"/>
      <w:r w:rsidRPr="007A7626">
        <w:rPr>
          <w:rFonts w:ascii="Corbel" w:hAnsi="Corbel"/>
        </w:rPr>
        <w:t>)</w:t>
      </w:r>
      <w:r w:rsidRPr="007A762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9DD6E9" w14:textId="77777777" w:rsidR="00FB05DB" w:rsidRPr="007A7626" w:rsidRDefault="00FB05DB" w:rsidP="00FB05DB">
      <w:pPr>
        <w:spacing w:after="0" w:line="240" w:lineRule="auto"/>
        <w:ind w:left="426"/>
        <w:rPr>
          <w:rStyle w:val="eop"/>
          <w:rFonts w:ascii="Corbel" w:hAnsi="Corbel"/>
        </w:rPr>
      </w:pPr>
      <w:r w:rsidRPr="007A762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7A762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7A762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053D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053D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053D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C07F8E">
        <w:trPr>
          <w:trHeight w:val="495"/>
        </w:trPr>
        <w:tc>
          <w:tcPr>
            <w:tcW w:w="1680" w:type="dxa"/>
          </w:tcPr>
          <w:p w14:paraId="228258C2" w14:textId="7F367A7D" w:rsidR="000EF796" w:rsidRDefault="0D140911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75FE6FDA" w14:textId="71562CB3" w:rsidR="0D140911" w:rsidRDefault="0D140911" w:rsidP="00053D7B">
            <w:pPr>
              <w:spacing w:after="0"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43BF867F" w14:textId="3FEF805C" w:rsidR="000EF796" w:rsidRDefault="0D140911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053D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053D7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7C5B86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7C5B86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7C5B86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8C4CE8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8C4CE8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2779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59F6B662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59F6B662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17995467" w:rsidR="0085747A" w:rsidRPr="009C54AE" w:rsidRDefault="59F6B662" w:rsidP="59F6B662">
            <w:pPr>
              <w:pStyle w:val="Akapitzlist"/>
              <w:spacing w:after="0" w:line="240" w:lineRule="auto"/>
              <w:ind w:left="0"/>
              <w:jc w:val="center"/>
            </w:pPr>
            <w:r w:rsidRPr="59F6B662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858F702" w14:textId="77777777" w:rsidTr="59F6B662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59F6B662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082FF5B4" w:rsidR="00C61DC5" w:rsidRPr="009C54AE" w:rsidRDefault="59F6B662" w:rsidP="59F6B662">
            <w:pPr>
              <w:pStyle w:val="Akapitzlist"/>
              <w:spacing w:after="0" w:line="240" w:lineRule="auto"/>
              <w:ind w:left="0"/>
              <w:jc w:val="center"/>
            </w:pPr>
            <w:r w:rsidRPr="59F6B662"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14:paraId="2B55E3E1" w14:textId="77777777" w:rsidTr="59F6B662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59F6B662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 xml:space="preserve">Badania marketingowe: nowe metody badań i zastosowania. Redakcja naukowa Róża Milic-Czerniak, </w:t>
            </w:r>
            <w:proofErr w:type="spellStart"/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Wyd. PWSZ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12B21" w14:textId="77777777" w:rsidR="000D237D" w:rsidRDefault="000D237D" w:rsidP="00C16ABF">
      <w:pPr>
        <w:spacing w:after="0" w:line="240" w:lineRule="auto"/>
      </w:pPr>
      <w:r>
        <w:separator/>
      </w:r>
    </w:p>
  </w:endnote>
  <w:endnote w:type="continuationSeparator" w:id="0">
    <w:p w14:paraId="1A9AC1DC" w14:textId="77777777" w:rsidR="000D237D" w:rsidRDefault="000D23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10C75" w14:textId="77777777" w:rsidR="000D237D" w:rsidRDefault="000D237D" w:rsidP="00C16ABF">
      <w:pPr>
        <w:spacing w:after="0" w:line="240" w:lineRule="auto"/>
      </w:pPr>
      <w:r>
        <w:separator/>
      </w:r>
    </w:p>
  </w:footnote>
  <w:footnote w:type="continuationSeparator" w:id="0">
    <w:p w14:paraId="4DCEB5AE" w14:textId="77777777" w:rsidR="000D237D" w:rsidRDefault="000D237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084747">
    <w:abstractNumId w:val="2"/>
  </w:num>
  <w:num w:numId="2" w16cid:durableId="1130439317">
    <w:abstractNumId w:val="1"/>
  </w:num>
  <w:num w:numId="3" w16cid:durableId="1890022424">
    <w:abstractNumId w:val="4"/>
  </w:num>
  <w:num w:numId="4" w16cid:durableId="478764940">
    <w:abstractNumId w:val="6"/>
  </w:num>
  <w:num w:numId="5" w16cid:durableId="1521747703">
    <w:abstractNumId w:val="3"/>
  </w:num>
  <w:num w:numId="6" w16cid:durableId="248781232">
    <w:abstractNumId w:val="5"/>
  </w:num>
  <w:num w:numId="7" w16cid:durableId="61351277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3D7B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9A6"/>
    <w:rsid w:val="000D237D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71BE"/>
    <w:rsid w:val="001D657B"/>
    <w:rsid w:val="001D7B54"/>
    <w:rsid w:val="001E0209"/>
    <w:rsid w:val="001F0AB6"/>
    <w:rsid w:val="001F2CA2"/>
    <w:rsid w:val="002144C0"/>
    <w:rsid w:val="002211C5"/>
    <w:rsid w:val="00221BBC"/>
    <w:rsid w:val="0022477D"/>
    <w:rsid w:val="002336F9"/>
    <w:rsid w:val="0024028F"/>
    <w:rsid w:val="00244ABC"/>
    <w:rsid w:val="002779DD"/>
    <w:rsid w:val="00281FF2"/>
    <w:rsid w:val="00282F43"/>
    <w:rsid w:val="002857DE"/>
    <w:rsid w:val="00291567"/>
    <w:rsid w:val="002A238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95B9D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7230"/>
    <w:rsid w:val="00621CE1"/>
    <w:rsid w:val="00647FA8"/>
    <w:rsid w:val="006620D9"/>
    <w:rsid w:val="00671958"/>
    <w:rsid w:val="00675843"/>
    <w:rsid w:val="006D050F"/>
    <w:rsid w:val="006D38F5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A7626"/>
    <w:rsid w:val="007C3299"/>
    <w:rsid w:val="007C3BCC"/>
    <w:rsid w:val="007C5B86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84922"/>
    <w:rsid w:val="00885F64"/>
    <w:rsid w:val="008917F9"/>
    <w:rsid w:val="008A45F7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04CD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97DE1"/>
    <w:rsid w:val="00AA30D7"/>
    <w:rsid w:val="00AB053C"/>
    <w:rsid w:val="00AD1146"/>
    <w:rsid w:val="00AD27D3"/>
    <w:rsid w:val="00AD66D6"/>
    <w:rsid w:val="00AE1160"/>
    <w:rsid w:val="00AE203C"/>
    <w:rsid w:val="00AE289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07F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576C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3A3C"/>
    <w:rsid w:val="00F8536E"/>
    <w:rsid w:val="00FB05D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D140911"/>
    <w:rsid w:val="0F4B405B"/>
    <w:rsid w:val="166A0C01"/>
    <w:rsid w:val="306AC7BF"/>
    <w:rsid w:val="4224A970"/>
    <w:rsid w:val="42413569"/>
    <w:rsid w:val="45D68A00"/>
    <w:rsid w:val="4910F1BF"/>
    <w:rsid w:val="59F6B662"/>
    <w:rsid w:val="5B46E715"/>
    <w:rsid w:val="5C2608B7"/>
    <w:rsid w:val="60C071C5"/>
    <w:rsid w:val="64AE339E"/>
    <w:rsid w:val="64EDB47F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CCBF37-18C7-4D88-85C5-10E57C6C5B4B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2f69e356-c3d3-40a0-9ef1-e4c0bb501f53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8B4ED03-35A0-4243-9142-46E8722E84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3F2770-C4EE-403D-9FB2-53F15F42A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928</Words>
  <Characters>5571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Kaliszczak Lidia</cp:lastModifiedBy>
  <cp:revision>31</cp:revision>
  <cp:lastPrinted>2017-05-04T18:28:00Z</cp:lastPrinted>
  <dcterms:created xsi:type="dcterms:W3CDTF">2020-12-04T20:15:00Z</dcterms:created>
  <dcterms:modified xsi:type="dcterms:W3CDTF">2022-06-03T22:25:00Z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